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21AD" w14:textId="77777777" w:rsidR="00A9358D" w:rsidRDefault="002871D5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  <w:r w:rsidRPr="00A9358D">
        <w:rPr>
          <w:rFonts w:ascii="Arial" w:hAnsi="Arial" w:cs="Arial"/>
          <w:b/>
          <w:sz w:val="28"/>
          <w:szCs w:val="28"/>
        </w:rPr>
        <w:t>1. Semester</w:t>
      </w:r>
      <w:r w:rsidR="00A9358D" w:rsidRPr="00A9358D">
        <w:rPr>
          <w:rFonts w:ascii="Arial" w:hAnsi="Arial" w:cs="Arial"/>
          <w:b/>
          <w:sz w:val="28"/>
          <w:szCs w:val="28"/>
        </w:rPr>
        <w:t xml:space="preserve"> / </w:t>
      </w:r>
      <w:r w:rsidR="0053283B">
        <w:rPr>
          <w:rFonts w:ascii="Arial" w:hAnsi="Arial" w:cs="Arial"/>
          <w:b/>
          <w:sz w:val="28"/>
          <w:szCs w:val="22"/>
        </w:rPr>
        <w:t>1. Bericht</w:t>
      </w:r>
    </w:p>
    <w:p w14:paraId="56CA9BC0" w14:textId="77777777" w:rsidR="00A9358D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28"/>
          <w:szCs w:val="22"/>
        </w:rPr>
      </w:pPr>
    </w:p>
    <w:p w14:paraId="35C5ED8B" w14:textId="77777777" w:rsidR="00A9358D" w:rsidRPr="00B91DDF" w:rsidRDefault="00A9358D" w:rsidP="00E23E4F">
      <w:pPr>
        <w:pStyle w:val="Kopfzeile"/>
        <w:tabs>
          <w:tab w:val="clear" w:pos="9072"/>
          <w:tab w:val="right" w:pos="9356"/>
        </w:tabs>
        <w:ind w:left="2410"/>
        <w:rPr>
          <w:rFonts w:ascii="Arial" w:hAnsi="Arial" w:cs="Arial"/>
          <w:b/>
          <w:sz w:val="40"/>
          <w:szCs w:val="22"/>
        </w:rPr>
      </w:pPr>
      <w:r w:rsidRPr="00B91DDF">
        <w:rPr>
          <w:rFonts w:ascii="Arial" w:hAnsi="Arial" w:cs="Arial"/>
          <w:b/>
          <w:sz w:val="40"/>
          <w:szCs w:val="22"/>
        </w:rPr>
        <w:t xml:space="preserve">Hygiene und Administration </w:t>
      </w:r>
    </w:p>
    <w:p w14:paraId="0536C158" w14:textId="77777777" w:rsidR="006D4B58" w:rsidRDefault="006D4B58" w:rsidP="00E04CF2">
      <w:pPr>
        <w:pStyle w:val="Kopfzeile"/>
        <w:tabs>
          <w:tab w:val="clear" w:pos="4536"/>
          <w:tab w:val="clear" w:pos="9072"/>
          <w:tab w:val="left" w:pos="7560"/>
        </w:tabs>
        <w:jc w:val="both"/>
        <w:rPr>
          <w:rFonts w:ascii="Arial" w:hAnsi="Arial" w:cs="Arial"/>
          <w:b/>
          <w:sz w:val="28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6"/>
        <w:gridCol w:w="6981"/>
      </w:tblGrid>
      <w:tr w:rsidR="000C75A0" w14:paraId="129CB9CF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20A40A43" w14:textId="77777777" w:rsidR="000C75A0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drawing>
                <wp:inline distT="0" distB="0" distL="0" distR="0" wp14:anchorId="39FE1C83" wp14:editId="64989A17">
                  <wp:extent cx="1048171" cy="1163415"/>
                  <wp:effectExtent l="25400" t="0" r="0" b="0"/>
                  <wp:docPr id="5" name="Bild 4" descr="PiktoLerndok_?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?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71" cy="1163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tcMar>
              <w:top w:w="113" w:type="dxa"/>
              <w:bottom w:w="113" w:type="dxa"/>
            </w:tcMar>
          </w:tcPr>
          <w:p w14:paraId="502A7625" w14:textId="77777777" w:rsidR="000C75A0" w:rsidRPr="00374662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28"/>
                <w:szCs w:val="28"/>
              </w:rPr>
            </w:pPr>
            <w:r w:rsidRPr="00374662">
              <w:rPr>
                <w:rFonts w:ascii="Arial" w:hAnsi="Arial" w:cs="Arial"/>
                <w:b/>
                <w:sz w:val="28"/>
                <w:szCs w:val="28"/>
              </w:rPr>
              <w:t>Beschreibung einer Alltagssituation</w:t>
            </w:r>
          </w:p>
          <w:p w14:paraId="08034010" w14:textId="283DD56E" w:rsidR="006D4B58" w:rsidRPr="00374662" w:rsidRDefault="006D4B58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 xml:space="preserve">zu </w:t>
            </w:r>
            <w:r w:rsidRPr="00374662">
              <w:rPr>
                <w:rFonts w:ascii="Arial" w:hAnsi="Arial" w:cs="Arial"/>
                <w:b/>
                <w:sz w:val="22"/>
                <w:szCs w:val="22"/>
                <w:u w:val="single"/>
              </w:rPr>
              <w:t>einer</w:t>
            </w:r>
            <w:r w:rsidRPr="00374662">
              <w:rPr>
                <w:rFonts w:ascii="Arial" w:hAnsi="Arial" w:cs="Arial"/>
                <w:sz w:val="22"/>
                <w:szCs w:val="22"/>
              </w:rPr>
              <w:t xml:space="preserve"> der folgenden Handlungskompetenzen</w:t>
            </w:r>
            <w:r w:rsidR="00CA3E78" w:rsidRPr="0037466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FBD5863" w14:textId="4F42E588" w:rsidR="000C75A0" w:rsidRPr="00374662" w:rsidRDefault="006D4B58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d1: Behandlungsraum für die nächste Behandlung vorbereiten</w:t>
            </w:r>
          </w:p>
          <w:p w14:paraId="531CEB8A" w14:textId="77777777" w:rsidR="00523EEE" w:rsidRPr="00523EEE" w:rsidRDefault="00523EEE" w:rsidP="00523EEE">
            <w:pPr>
              <w:pStyle w:val="Kopfzeile"/>
              <w:tabs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523EEE">
              <w:rPr>
                <w:rFonts w:ascii="Arial" w:hAnsi="Arial" w:cs="Arial"/>
                <w:sz w:val="22"/>
                <w:szCs w:val="22"/>
              </w:rPr>
              <w:t>d2: Arbeitsfeld grundreinigen und auffüllen</w:t>
            </w:r>
          </w:p>
          <w:p w14:paraId="4CECDA3A" w14:textId="77777777" w:rsidR="00523EEE" w:rsidRPr="00374662" w:rsidRDefault="00523EEE" w:rsidP="00523EEE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e4: Behandlungstermine planen und vereinbaren</w:t>
            </w:r>
          </w:p>
          <w:p w14:paraId="4C1221B9" w14:textId="77777777" w:rsidR="008E2E6C" w:rsidRPr="00374662" w:rsidRDefault="004F3246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 xml:space="preserve">e1: Material für den Praxisbedarf, Verkaufsprodukte und </w:t>
            </w:r>
          </w:p>
          <w:p w14:paraId="1DF4BF1C" w14:textId="7E2D8AA5" w:rsidR="004F3246" w:rsidRPr="00374662" w:rsidRDefault="008E2E6C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4F3246" w:rsidRPr="00374662">
              <w:rPr>
                <w:rFonts w:ascii="Arial" w:hAnsi="Arial" w:cs="Arial"/>
                <w:sz w:val="22"/>
                <w:szCs w:val="22"/>
              </w:rPr>
              <w:t>podologisches Behandlungsmaterial bewirtschaften</w:t>
            </w:r>
          </w:p>
          <w:p w14:paraId="6419B577" w14:textId="77777777" w:rsidR="006D4B58" w:rsidRPr="000F292C" w:rsidRDefault="006D4B58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53740A" w14:textId="77777777" w:rsidR="000C75A0" w:rsidRPr="00374662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Wählen Sie aus folgenden Themen einen Arbeitsbereich aus:</w:t>
            </w:r>
          </w:p>
          <w:p w14:paraId="21978D5C" w14:textId="5EE98849" w:rsidR="000C75A0" w:rsidRPr="00374662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7560"/>
              </w:tabs>
              <w:spacing w:after="6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•</w:t>
            </w:r>
            <w:r w:rsidRPr="00374662">
              <w:rPr>
                <w:rFonts w:ascii="Arial" w:hAnsi="Arial" w:cs="Arial"/>
                <w:sz w:val="22"/>
                <w:szCs w:val="22"/>
              </w:rPr>
              <w:tab/>
            </w:r>
            <w:r w:rsidR="000B7474" w:rsidRPr="00374662">
              <w:rPr>
                <w:rFonts w:ascii="Arial" w:hAnsi="Arial" w:cs="Arial"/>
                <w:sz w:val="22"/>
                <w:szCs w:val="22"/>
              </w:rPr>
              <w:t>Reinigung</w:t>
            </w:r>
            <w:r w:rsidR="00C85278" w:rsidRPr="00374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7474" w:rsidRPr="00374662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374662">
              <w:rPr>
                <w:rFonts w:ascii="Arial" w:hAnsi="Arial" w:cs="Arial"/>
                <w:sz w:val="22"/>
                <w:szCs w:val="22"/>
              </w:rPr>
              <w:t>Desinfektion des Arbeitsfeldes (Behandlungskabine)</w:t>
            </w:r>
          </w:p>
          <w:p w14:paraId="4E16C136" w14:textId="77777777" w:rsidR="00B004BF" w:rsidRPr="00374662" w:rsidRDefault="000C75A0" w:rsidP="00CA3E78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•</w:t>
            </w:r>
            <w:r w:rsidRPr="00374662">
              <w:rPr>
                <w:rFonts w:ascii="Arial" w:hAnsi="Arial" w:cs="Arial"/>
                <w:sz w:val="22"/>
                <w:szCs w:val="22"/>
              </w:rPr>
              <w:tab/>
              <w:t>Telefonbedienung / Telefongesprächsführung</w:t>
            </w:r>
          </w:p>
          <w:p w14:paraId="59FF16B2" w14:textId="77777777" w:rsidR="000C75A0" w:rsidRPr="00374662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•</w:t>
            </w:r>
            <w:r w:rsidRPr="00374662">
              <w:rPr>
                <w:rFonts w:ascii="Arial" w:hAnsi="Arial" w:cs="Arial"/>
                <w:sz w:val="22"/>
                <w:szCs w:val="22"/>
              </w:rPr>
              <w:tab/>
              <w:t>Führen der Agenda / Terminvereinbarungen</w:t>
            </w:r>
          </w:p>
          <w:p w14:paraId="2A16A1F4" w14:textId="77777777" w:rsidR="00B004BF" w:rsidRPr="00374662" w:rsidRDefault="000C75A0" w:rsidP="000C75A0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spacing w:after="60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374662">
              <w:rPr>
                <w:rFonts w:ascii="Arial" w:hAnsi="Arial" w:cs="Arial"/>
                <w:sz w:val="22"/>
                <w:szCs w:val="22"/>
              </w:rPr>
              <w:t>•</w:t>
            </w:r>
            <w:r w:rsidRPr="00374662">
              <w:rPr>
                <w:rFonts w:ascii="Arial" w:hAnsi="Arial" w:cs="Arial"/>
                <w:sz w:val="22"/>
                <w:szCs w:val="22"/>
              </w:rPr>
              <w:tab/>
              <w:t>Kontrolle des V</w:t>
            </w:r>
            <w:r w:rsidR="00B004BF" w:rsidRPr="00374662">
              <w:rPr>
                <w:rFonts w:ascii="Arial" w:hAnsi="Arial" w:cs="Arial"/>
                <w:sz w:val="22"/>
                <w:szCs w:val="22"/>
              </w:rPr>
              <w:t>erkaufswarenlager</w:t>
            </w:r>
            <w:r w:rsidR="006D4B58" w:rsidRPr="00374662">
              <w:rPr>
                <w:rFonts w:ascii="Arial" w:hAnsi="Arial" w:cs="Arial"/>
                <w:sz w:val="22"/>
                <w:szCs w:val="22"/>
              </w:rPr>
              <w:t>s</w:t>
            </w:r>
            <w:r w:rsidR="00B004BF" w:rsidRPr="00374662">
              <w:rPr>
                <w:rFonts w:ascii="Arial" w:hAnsi="Arial" w:cs="Arial"/>
                <w:sz w:val="22"/>
                <w:szCs w:val="22"/>
              </w:rPr>
              <w:t>/ Bestellwesen</w:t>
            </w:r>
          </w:p>
          <w:p w14:paraId="2CAD6231" w14:textId="6A649E73" w:rsidR="000C75A0" w:rsidRPr="00374662" w:rsidRDefault="000C75A0" w:rsidP="004F3246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910308" w14:textId="77777777" w:rsidR="00AE2068" w:rsidRPr="000F292C" w:rsidRDefault="00AE2068" w:rsidP="007E00D7">
      <w:pPr>
        <w:pStyle w:val="Kopfzeile"/>
        <w:tabs>
          <w:tab w:val="clear" w:pos="4536"/>
          <w:tab w:val="clear" w:pos="9072"/>
          <w:tab w:val="left" w:pos="1350"/>
        </w:tabs>
        <w:ind w:left="2410" w:hanging="2410"/>
        <w:rPr>
          <w:rFonts w:ascii="Arial" w:hAnsi="Arial" w:cs="Arial"/>
          <w:sz w:val="12"/>
          <w:szCs w:val="12"/>
        </w:rPr>
      </w:pPr>
    </w:p>
    <w:p w14:paraId="298EC58C" w14:textId="77777777" w:rsidR="007E00D7" w:rsidRDefault="004A15C4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CH"/>
        </w:rPr>
        <w:drawing>
          <wp:anchor distT="0" distB="180340" distL="114935" distR="114935" simplePos="0" relativeHeight="251658240" behindDoc="0" locked="0" layoutInCell="1" allowOverlap="1" wp14:anchorId="4D5C4FA7" wp14:editId="696897B3">
            <wp:simplePos x="0" y="0"/>
            <wp:positionH relativeFrom="column">
              <wp:posOffset>1270</wp:posOffset>
            </wp:positionH>
            <wp:positionV relativeFrom="paragraph">
              <wp:posOffset>12700</wp:posOffset>
            </wp:positionV>
            <wp:extent cx="971550" cy="1169035"/>
            <wp:effectExtent l="25400" t="0" r="0" b="0"/>
            <wp:wrapSquare wrapText="bothSides"/>
            <wp:docPr id="6" name="Grafik 6" descr="PiktoLerndok_bleistif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ktoLerndok_bleistift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3D51C4" w14:textId="77777777" w:rsidR="00AE2068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 xml:space="preserve">Beschreiben Sie eine konkrete, selbst erlebte Alltagssituation </w:t>
      </w:r>
    </w:p>
    <w:p w14:paraId="7C76B819" w14:textId="77777777" w:rsidR="006610F0" w:rsidRPr="00A55043" w:rsidRDefault="006610F0" w:rsidP="007E00D7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b/>
          <w:sz w:val="22"/>
          <w:szCs w:val="22"/>
        </w:rPr>
      </w:pPr>
      <w:r w:rsidRPr="00A55043">
        <w:rPr>
          <w:rFonts w:ascii="Arial" w:hAnsi="Arial" w:cs="Arial"/>
          <w:b/>
          <w:sz w:val="22"/>
          <w:szCs w:val="22"/>
        </w:rPr>
        <w:t>aus Ihrer Praxis:</w:t>
      </w:r>
    </w:p>
    <w:p w14:paraId="7181867F" w14:textId="77777777" w:rsidR="006610F0" w:rsidRPr="00A55043" w:rsidRDefault="006610F0" w:rsidP="0063104B">
      <w:pPr>
        <w:pStyle w:val="Kopfzeile"/>
        <w:tabs>
          <w:tab w:val="clear" w:pos="4536"/>
          <w:tab w:val="clear" w:pos="9072"/>
          <w:tab w:val="right" w:pos="9563"/>
        </w:tabs>
        <w:rPr>
          <w:rFonts w:ascii="Arial" w:hAnsi="Arial" w:cs="Arial"/>
          <w:sz w:val="22"/>
          <w:szCs w:val="22"/>
        </w:rPr>
      </w:pPr>
      <w:r w:rsidRPr="00A55043">
        <w:rPr>
          <w:rFonts w:ascii="Arial" w:hAnsi="Arial" w:cs="Arial"/>
          <w:sz w:val="22"/>
          <w:szCs w:val="22"/>
        </w:rPr>
        <w:tab/>
      </w:r>
    </w:p>
    <w:tbl>
      <w:tblPr>
        <w:tblStyle w:val="Tabellenraster"/>
        <w:tblW w:w="0" w:type="auto"/>
        <w:shd w:val="clear" w:color="auto" w:fill="FBFFC4"/>
        <w:tblLook w:val="00A0" w:firstRow="1" w:lastRow="0" w:firstColumn="1" w:lastColumn="0" w:noHBand="0" w:noVBand="0"/>
      </w:tblPr>
      <w:tblGrid>
        <w:gridCol w:w="2518"/>
        <w:gridCol w:w="5261"/>
      </w:tblGrid>
      <w:tr w:rsidR="00391B03" w14:paraId="7494545D" w14:textId="77777777">
        <w:tc>
          <w:tcPr>
            <w:tcW w:w="2518" w:type="dxa"/>
            <w:shd w:val="clear" w:color="auto" w:fill="FBFFC4"/>
            <w:tcMar>
              <w:top w:w="113" w:type="dxa"/>
              <w:bottom w:w="113" w:type="dxa"/>
            </w:tcMar>
          </w:tcPr>
          <w:p w14:paraId="1111BA3D" w14:textId="77777777" w:rsidR="00391B03" w:rsidRDefault="00391B03" w:rsidP="0063104B">
            <w:pPr>
              <w:pStyle w:val="Kopfzeile"/>
              <w:tabs>
                <w:tab w:val="clear" w:pos="4536"/>
                <w:tab w:val="clear" w:pos="9072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Datum und Zeitpunkt der Alltagssituation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61" w:type="dxa"/>
            <w:shd w:val="clear" w:color="auto" w:fill="FBFFC4"/>
            <w:tcMar>
              <w:top w:w="113" w:type="dxa"/>
              <w:bottom w:w="113" w:type="dxa"/>
            </w:tcMar>
          </w:tcPr>
          <w:p w14:paraId="702272A0" w14:textId="77777777" w:rsidR="00391B03" w:rsidRPr="00391B03" w:rsidRDefault="00391B03" w:rsidP="0087230E">
            <w:pPr>
              <w:pStyle w:val="Kopfzeile"/>
              <w:tabs>
                <w:tab w:val="clear" w:pos="4536"/>
                <w:tab w:val="clear" w:pos="9072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00.00.20</w:t>
            </w:r>
            <w:r w:rsidR="0087230E">
              <w:rPr>
                <w:rFonts w:ascii="Arial" w:hAnsi="Arial" w:cs="Arial"/>
                <w:b/>
                <w:sz w:val="22"/>
                <w:szCs w:val="22"/>
              </w:rPr>
              <w:t>xx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00.00 Uhr</w:t>
            </w:r>
          </w:p>
        </w:tc>
      </w:tr>
    </w:tbl>
    <w:p w14:paraId="797577E1" w14:textId="77777777" w:rsidR="00391B03" w:rsidRDefault="00391B03" w:rsidP="00A55043">
      <w:pPr>
        <w:pStyle w:val="Kopfzeile"/>
        <w:tabs>
          <w:tab w:val="clear" w:pos="4536"/>
          <w:tab w:val="clear" w:pos="9072"/>
          <w:tab w:val="left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464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391B03" w14:paraId="0B414489" w14:textId="77777777" w:rsidTr="00BE7CB7">
        <w:tc>
          <w:tcPr>
            <w:tcW w:w="9464" w:type="dxa"/>
            <w:tcMar>
              <w:top w:w="113" w:type="dxa"/>
              <w:bottom w:w="113" w:type="dxa"/>
            </w:tcMar>
          </w:tcPr>
          <w:p w14:paraId="2A84FBEF" w14:textId="77777777" w:rsidR="00701A19" w:rsidRDefault="00391B03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Tätigkeit haben Sie ausgeführt?</w:t>
            </w:r>
          </w:p>
          <w:p w14:paraId="4AC1C9C7" w14:textId="77777777" w:rsidR="00391B03" w:rsidRPr="0087230E" w:rsidRDefault="00391B03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766BBDA" w14:textId="77777777" w:rsidR="0063104B" w:rsidRDefault="00701A19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34074AA7" w14:textId="77777777" w:rsidTr="00BE7CB7">
        <w:tc>
          <w:tcPr>
            <w:tcW w:w="9464" w:type="dxa"/>
            <w:tcMar>
              <w:top w:w="113" w:type="dxa"/>
              <w:bottom w:w="113" w:type="dxa"/>
            </w:tcMar>
          </w:tcPr>
          <w:p w14:paraId="61EEE0EF" w14:textId="77777777" w:rsidR="00391B03" w:rsidRPr="00391B03" w:rsidRDefault="00391B03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</w:rPr>
              <w:t xml:space="preserve">Dokumentieren Sie nun die gewählte Situation Schritt für Schritt. </w:t>
            </w:r>
            <w:r w:rsidRPr="00391B03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24380E43" w14:textId="77777777" w:rsidR="00701A19" w:rsidRDefault="00391B03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Was haben Sie gemacht? Warum haben Sie es so gemacht?</w:t>
            </w:r>
          </w:p>
          <w:p w14:paraId="1587E73A" w14:textId="77777777" w:rsidR="00701A19" w:rsidRPr="0087230E" w:rsidRDefault="00701A19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9BE491B" w14:textId="77777777" w:rsidR="0063104B" w:rsidRDefault="00701A19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391B03" w14:paraId="3FC3EFA9" w14:textId="77777777" w:rsidTr="00BE7CB7">
        <w:tc>
          <w:tcPr>
            <w:tcW w:w="9464" w:type="dxa"/>
            <w:tcMar>
              <w:top w:w="113" w:type="dxa"/>
              <w:bottom w:w="113" w:type="dxa"/>
            </w:tcMar>
          </w:tcPr>
          <w:p w14:paraId="16C7CB34" w14:textId="77777777" w:rsidR="00701A19" w:rsidRDefault="00391B03" w:rsidP="0063104B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91B03">
              <w:rPr>
                <w:rFonts w:ascii="Arial" w:hAnsi="Arial" w:cs="Arial"/>
                <w:b/>
                <w:sz w:val="22"/>
                <w:szCs w:val="22"/>
                <w:u w:val="single"/>
              </w:rPr>
              <w:t>Welche Hilfsmittel setzen Sie ein? Warum?</w:t>
            </w:r>
          </w:p>
          <w:p w14:paraId="09CB37E6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42C3A43" w14:textId="77777777" w:rsidR="00391B03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3513E8BB" w14:textId="342CE7FC" w:rsidR="00701A19" w:rsidRDefault="00701A19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71"/>
        <w:gridCol w:w="6953"/>
        <w:gridCol w:w="23"/>
      </w:tblGrid>
      <w:tr w:rsidR="00701A19" w14:paraId="482E910A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57D42560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6C90ACA7" wp14:editId="053C81D3">
                  <wp:extent cx="1210061" cy="1012051"/>
                  <wp:effectExtent l="25400" t="0" r="9139" b="0"/>
                  <wp:docPr id="7" name="Bild 6" descr="PiktoLerndok_Au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Auge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061" cy="101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00AAACBF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Reflektieren Sie verschiedene Aspekte der </w:t>
            </w:r>
          </w:p>
          <w:p w14:paraId="2EB1B8D6" w14:textId="77777777" w:rsidR="00701A19" w:rsidRPr="00A55043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Alltagssituation</w:t>
            </w:r>
          </w:p>
          <w:p w14:paraId="730CABFA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201E225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D7F0E91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Was ist mir gelungen?</w:t>
            </w:r>
            <w:r w:rsidRPr="00701A19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4E5E93A9" w14:textId="77777777" w:rsid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es gemacht, damit es mir gelungen ist:</w:t>
            </w:r>
          </w:p>
          <w:p w14:paraId="1D53A312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CA3B9DD" w14:textId="77777777" w:rsidR="0063104B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54A9991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3F1808EC" w14:textId="77777777" w:rsidR="00701A19" w:rsidRPr="00701A19" w:rsidRDefault="00701A19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 xml:space="preserve">Womit hatte ich Schwierigkeiten? </w:t>
            </w:r>
          </w:p>
          <w:p w14:paraId="181B0ABF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So habe ich versucht die Schwierigkeiten zu lösen:</w:t>
            </w:r>
          </w:p>
          <w:p w14:paraId="60780006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6A5E0AF" w14:textId="77777777" w:rsidR="0063104B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0AFAF94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9635A48" w14:textId="77777777" w:rsidR="00701A19" w:rsidRP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Auf welche Aspekte habe ich besonders geachtet?</w:t>
            </w:r>
          </w:p>
          <w:p w14:paraId="438B3BD8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F83B671" w14:textId="77777777" w:rsidR="00701A19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660C0E0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5938CAD0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</w:rPr>
              <w:t>Folgende Inhalte aus der Berufsfachschule u</w:t>
            </w:r>
            <w:r w:rsidR="0063104B">
              <w:rPr>
                <w:rFonts w:ascii="Arial" w:hAnsi="Arial" w:cs="Arial"/>
                <w:b/>
                <w:sz w:val="22"/>
                <w:szCs w:val="22"/>
              </w:rPr>
              <w:t>nd den überbetrieblichen Kursen</w:t>
            </w:r>
          </w:p>
          <w:p w14:paraId="72C98119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1A19">
              <w:rPr>
                <w:rFonts w:ascii="Arial" w:hAnsi="Arial" w:cs="Arial"/>
                <w:b/>
                <w:sz w:val="22"/>
                <w:szCs w:val="22"/>
                <w:u w:val="single"/>
              </w:rPr>
              <w:t>halfen mir in der Situation:</w:t>
            </w:r>
          </w:p>
          <w:p w14:paraId="376A9FBB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07EA852" w14:textId="77777777" w:rsidR="000569EA" w:rsidRDefault="0087230E" w:rsidP="000569EA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7783243E" w14:textId="77777777" w:rsidR="000569EA" w:rsidRDefault="000569EA" w:rsidP="000569EA">
      <w:pPr>
        <w:rPr>
          <w:rFonts w:ascii="Arial" w:hAnsi="Arial" w:cs="Arial"/>
          <w:sz w:val="22"/>
          <w:szCs w:val="22"/>
        </w:rPr>
      </w:pPr>
    </w:p>
    <w:p w14:paraId="7D124878" w14:textId="77777777" w:rsidR="000569EA" w:rsidRPr="00A55043" w:rsidRDefault="000569EA" w:rsidP="000569EA">
      <w:pPr>
        <w:rPr>
          <w:rFonts w:ascii="Arial" w:hAnsi="Arial" w:cs="Arial"/>
          <w:sz w:val="22"/>
          <w:szCs w:val="22"/>
        </w:rPr>
      </w:pPr>
    </w:p>
    <w:p w14:paraId="41731DCD" w14:textId="77777777" w:rsidR="000569EA" w:rsidRDefault="000569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363"/>
        <w:gridCol w:w="6961"/>
        <w:gridCol w:w="23"/>
      </w:tblGrid>
      <w:tr w:rsidR="00701A19" w14:paraId="67218B5E" w14:textId="77777777">
        <w:trPr>
          <w:trHeight w:val="1139"/>
        </w:trPr>
        <w:tc>
          <w:tcPr>
            <w:tcW w:w="2376" w:type="dxa"/>
            <w:tcMar>
              <w:top w:w="113" w:type="dxa"/>
              <w:bottom w:w="113" w:type="dxa"/>
            </w:tcMar>
          </w:tcPr>
          <w:p w14:paraId="784B2533" w14:textId="77777777" w:rsidR="00701A19" w:rsidRPr="000C75A0" w:rsidRDefault="007E00D7" w:rsidP="000C75A0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de-CH"/>
              </w:rPr>
              <w:lastRenderedPageBreak/>
              <w:drawing>
                <wp:inline distT="0" distB="0" distL="0" distR="0" wp14:anchorId="7D4D3891" wp14:editId="1680065E">
                  <wp:extent cx="971341" cy="1148195"/>
                  <wp:effectExtent l="25400" t="0" r="0" b="0"/>
                  <wp:docPr id="8" name="Bild 7" descr="PiktoLerndok_!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ktoLerndok_!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341" cy="114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gridSpan w:val="2"/>
            <w:tcMar>
              <w:top w:w="113" w:type="dxa"/>
              <w:bottom w:w="113" w:type="dxa"/>
            </w:tcMar>
          </w:tcPr>
          <w:p w14:paraId="75DF0CA9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 xml:space="preserve">Rückmeldung durch </w:t>
            </w:r>
          </w:p>
          <w:p w14:paraId="08F5A868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A55043">
              <w:rPr>
                <w:rFonts w:ascii="Arial" w:hAnsi="Arial" w:cs="Arial"/>
                <w:b/>
                <w:sz w:val="28"/>
                <w:szCs w:val="28"/>
              </w:rPr>
              <w:t>die Berufsbildnerin / den Berufsbildner</w:t>
            </w:r>
          </w:p>
          <w:p w14:paraId="534A5EBE" w14:textId="77777777" w:rsidR="00701A19" w:rsidRDefault="00701A19" w:rsidP="00701A19">
            <w:pPr>
              <w:pStyle w:val="Kopfzeile"/>
              <w:tabs>
                <w:tab w:val="clear" w:pos="4536"/>
                <w:tab w:val="clear" w:pos="9072"/>
                <w:tab w:val="left" w:pos="318"/>
                <w:tab w:val="left" w:pos="2376"/>
                <w:tab w:val="right" w:pos="9563"/>
              </w:tabs>
              <w:ind w:left="34" w:hanging="241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01A19" w14:paraId="7198B24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CEC8804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>Bei Ihrem Bericht ist mir besonders positiv auf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gefallen:</w:t>
            </w:r>
          </w:p>
          <w:p w14:paraId="692AC663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2909A200" w14:textId="77777777" w:rsidR="00701A19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  <w:tr w:rsidR="00701A19" w14:paraId="3FCF615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</w:trPr>
        <w:tc>
          <w:tcPr>
            <w:tcW w:w="9464" w:type="dxa"/>
            <w:gridSpan w:val="2"/>
            <w:tcMar>
              <w:top w:w="113" w:type="dxa"/>
              <w:bottom w:w="113" w:type="dxa"/>
            </w:tcMar>
          </w:tcPr>
          <w:p w14:paraId="09FBB37F" w14:textId="77777777" w:rsidR="00B91DDF" w:rsidRP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91DDF">
              <w:rPr>
                <w:rFonts w:ascii="Arial" w:hAnsi="Arial" w:cs="Arial"/>
                <w:b/>
                <w:sz w:val="22"/>
                <w:szCs w:val="22"/>
                <w:u w:val="single"/>
              </w:rPr>
              <w:tab/>
              <w:t>Ich habe noch folgende Anmerkungen zu Ihrem Bericht:</w:t>
            </w:r>
          </w:p>
          <w:p w14:paraId="1821CC0E" w14:textId="77777777" w:rsidR="0087230E" w:rsidRPr="0087230E" w:rsidRDefault="0087230E" w:rsidP="0087230E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39E0269" w14:textId="77777777" w:rsidR="00701A19" w:rsidRDefault="0087230E" w:rsidP="00B004BF">
            <w:pPr>
              <w:pStyle w:val="Kopfzeile"/>
              <w:widowControl w:val="0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 w:rsidRPr="0087230E">
              <w:rPr>
                <w:rFonts w:ascii="Arial" w:hAnsi="Arial" w:cs="Arial"/>
                <w:sz w:val="22"/>
                <w:szCs w:val="22"/>
              </w:rPr>
              <w:t>IHR TEXT</w:t>
            </w:r>
          </w:p>
        </w:tc>
      </w:tr>
    </w:tbl>
    <w:p w14:paraId="11D72A38" w14:textId="77777777" w:rsidR="00701A19" w:rsidRDefault="00701A19" w:rsidP="00701A19">
      <w:pPr>
        <w:pStyle w:val="Kopfzeile"/>
        <w:tabs>
          <w:tab w:val="clear" w:pos="4536"/>
          <w:tab w:val="clear" w:pos="9072"/>
          <w:tab w:val="right" w:leader="underscore" w:pos="2376"/>
          <w:tab w:val="right" w:pos="9563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376"/>
        <w:gridCol w:w="7088"/>
      </w:tblGrid>
      <w:tr w:rsidR="00B91DDF" w14:paraId="42AB726B" w14:textId="77777777">
        <w:tc>
          <w:tcPr>
            <w:tcW w:w="2376" w:type="dxa"/>
            <w:tcMar>
              <w:top w:w="113" w:type="dxa"/>
              <w:bottom w:w="113" w:type="dxa"/>
            </w:tcMar>
          </w:tcPr>
          <w:p w14:paraId="067B5C5F" w14:textId="77777777" w:rsidR="00B91DDF" w:rsidRPr="00B91DDF" w:rsidRDefault="00B91DDF" w:rsidP="004A15C4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Ort, Datum</w:t>
            </w:r>
          </w:p>
          <w:p w14:paraId="45935A90" w14:textId="77777777" w:rsidR="00B91DDF" w:rsidRPr="00701A19" w:rsidRDefault="00B91DDF" w:rsidP="00701A19">
            <w:pPr>
              <w:tabs>
                <w:tab w:val="left" w:pos="2376"/>
                <w:tab w:val="left" w:pos="9563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1062D0A" w14:textId="77777777" w:rsidR="00B91DDF" w:rsidRDefault="00B91DDF" w:rsidP="00A55043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4FAB399" w14:textId="77777777" w:rsidR="00B91DDF" w:rsidRDefault="0063104B" w:rsidP="0087230E">
            <w:pPr>
              <w:pStyle w:val="Kopfzeile"/>
              <w:tabs>
                <w:tab w:val="clear" w:pos="4536"/>
                <w:tab w:val="clear" w:pos="9072"/>
                <w:tab w:val="left" w:pos="2376"/>
                <w:tab w:val="right" w:pos="956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Ort</w:t>
            </w:r>
            <w:r w:rsidR="00B91DDF">
              <w:rPr>
                <w:rFonts w:ascii="Arial" w:hAnsi="Arial" w:cs="Arial"/>
                <w:sz w:val="22"/>
                <w:szCs w:val="22"/>
              </w:rPr>
              <w:t>, 00.00.20</w:t>
            </w:r>
            <w:r w:rsidR="0087230E"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7088" w:type="dxa"/>
          </w:tcPr>
          <w:p w14:paraId="40C8BBB0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55043">
              <w:rPr>
                <w:rFonts w:ascii="Arial" w:hAnsi="Arial" w:cs="Arial"/>
                <w:b/>
                <w:sz w:val="22"/>
                <w:szCs w:val="22"/>
              </w:rPr>
              <w:t>Unterschriften</w:t>
            </w:r>
          </w:p>
          <w:p w14:paraId="6FD5373C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B4F301" w14:textId="77777777" w:rsidR="00B91DDF" w:rsidRDefault="00B91DDF" w:rsidP="00B91DDF">
            <w:pPr>
              <w:pStyle w:val="Kopfzeile"/>
              <w:tabs>
                <w:tab w:val="clear" w:pos="4536"/>
                <w:tab w:val="clear" w:pos="9072"/>
                <w:tab w:val="right" w:leader="underscore" w:pos="3578"/>
                <w:tab w:val="right" w:pos="9563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DB5117" w14:textId="77777777" w:rsidR="00B91DDF" w:rsidRDefault="00B91DDF" w:rsidP="00B91DDF">
            <w:pPr>
              <w:tabs>
                <w:tab w:val="right" w:leader="underscore" w:pos="3578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  <w:p w14:paraId="79C2D67D" w14:textId="77777777" w:rsidR="00B91DDF" w:rsidRPr="00B91DDF" w:rsidRDefault="00B91DDF" w:rsidP="00B91DDF">
            <w:pPr>
              <w:tabs>
                <w:tab w:val="left" w:pos="3436"/>
                <w:tab w:val="left" w:pos="9563"/>
              </w:tabs>
              <w:rPr>
                <w:rFonts w:ascii="Arial" w:hAnsi="Arial" w:cs="Arial"/>
                <w:sz w:val="20"/>
                <w:szCs w:val="20"/>
              </w:rPr>
            </w:pPr>
            <w:r w:rsidRPr="00A55043"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z w:val="20"/>
                <w:szCs w:val="20"/>
              </w:rPr>
              <w:t xml:space="preserve">ufsbildner/in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A55043">
              <w:rPr>
                <w:rFonts w:ascii="Arial" w:hAnsi="Arial" w:cs="Arial"/>
                <w:sz w:val="20"/>
                <w:szCs w:val="20"/>
              </w:rPr>
              <w:t>Lernende(r)</w:t>
            </w:r>
          </w:p>
        </w:tc>
      </w:tr>
    </w:tbl>
    <w:p w14:paraId="46515A32" w14:textId="77777777" w:rsidR="00DB3F67" w:rsidRPr="00E23E4F" w:rsidRDefault="00DB3F67" w:rsidP="00A55043">
      <w:pPr>
        <w:tabs>
          <w:tab w:val="left" w:pos="4395"/>
        </w:tabs>
        <w:rPr>
          <w:rFonts w:ascii="Arial" w:hAnsi="Arial" w:cs="Arial"/>
          <w:sz w:val="20"/>
          <w:szCs w:val="20"/>
        </w:rPr>
      </w:pPr>
    </w:p>
    <w:sectPr w:rsidR="00DB3F67" w:rsidRPr="00E23E4F" w:rsidSect="000569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899" w:h="16838" w:code="9"/>
      <w:pgMar w:top="2552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305ED" w14:textId="77777777" w:rsidR="008B5DF6" w:rsidRDefault="008B5DF6">
      <w:r>
        <w:separator/>
      </w:r>
    </w:p>
  </w:endnote>
  <w:endnote w:type="continuationSeparator" w:id="0">
    <w:p w14:paraId="3A8B5ADB" w14:textId="77777777" w:rsidR="008B5DF6" w:rsidRDefault="008B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9208" w14:textId="77777777" w:rsidR="00B105EC" w:rsidRDefault="00B105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4DC8" w14:textId="77777777" w:rsidR="0063104B" w:rsidRPr="0063104B" w:rsidRDefault="00257E96" w:rsidP="0063104B">
    <w:pPr>
      <w:pStyle w:val="Fuzeile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fldChar w:fldCharType="begin"/>
    </w:r>
    <w:r w:rsidR="0063104B">
      <w:rPr>
        <w:rFonts w:ascii="Arial" w:hAnsi="Arial" w:cs="Arial"/>
        <w:sz w:val="22"/>
        <w:szCs w:val="22"/>
      </w:rPr>
      <w:instrText xml:space="preserve"> PAGE  \* Arabic </w:instrText>
    </w:r>
    <w:r>
      <w:rPr>
        <w:rFonts w:ascii="Arial" w:hAnsi="Arial" w:cs="Arial"/>
        <w:sz w:val="22"/>
        <w:szCs w:val="22"/>
      </w:rPr>
      <w:fldChar w:fldCharType="separate"/>
    </w:r>
    <w:r w:rsidR="004F3246">
      <w:rPr>
        <w:rFonts w:ascii="Arial" w:hAnsi="Arial" w:cs="Arial"/>
        <w:noProof/>
        <w:sz w:val="22"/>
        <w:szCs w:val="22"/>
      </w:rPr>
      <w:t>4</w:t>
    </w:r>
    <w:r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65FC" w14:textId="77777777" w:rsidR="00B105EC" w:rsidRDefault="00B105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0902" w14:textId="77777777" w:rsidR="008B5DF6" w:rsidRDefault="008B5DF6">
      <w:r>
        <w:separator/>
      </w:r>
    </w:p>
  </w:footnote>
  <w:footnote w:type="continuationSeparator" w:id="0">
    <w:p w14:paraId="4A181022" w14:textId="77777777" w:rsidR="008B5DF6" w:rsidRDefault="008B5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94ED" w14:textId="77777777" w:rsidR="00B105EC" w:rsidRDefault="00B105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139F" w14:textId="77777777" w:rsidR="004A15C4" w:rsidRDefault="00B105EC">
    <w:pPr>
      <w:pStyle w:val="Kopfzeile"/>
    </w:pPr>
    <w:r w:rsidRPr="00B105EC">
      <w:rPr>
        <w:noProof/>
        <w:lang w:eastAsia="de-CH"/>
      </w:rPr>
      <w:drawing>
        <wp:anchor distT="0" distB="0" distL="114300" distR="114300" simplePos="0" relativeHeight="251660288" behindDoc="0" locked="0" layoutInCell="1" allowOverlap="1" wp14:anchorId="1DC17584" wp14:editId="21C60C04">
          <wp:simplePos x="0" y="0"/>
          <wp:positionH relativeFrom="margin">
            <wp:posOffset>-938530</wp:posOffset>
          </wp:positionH>
          <wp:positionV relativeFrom="page">
            <wp:align>top</wp:align>
          </wp:positionV>
          <wp:extent cx="7542530" cy="1587500"/>
          <wp:effectExtent l="25400" t="0" r="1270" b="0"/>
          <wp:wrapNone/>
          <wp:docPr id="13" name="Grafik 13" descr="Lerndok_kopfIllu_bla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_bla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2530" cy="158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2FD" w14:textId="77777777" w:rsidR="004A15C4" w:rsidRDefault="004A15C4">
    <w:pPr>
      <w:pStyle w:val="Kopfzeile"/>
    </w:pPr>
    <w:r w:rsidRPr="00E23E4F"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45C7BEBC" wp14:editId="1AECFE80">
          <wp:simplePos x="0" y="0"/>
          <wp:positionH relativeFrom="column">
            <wp:posOffset>-925830</wp:posOffset>
          </wp:positionH>
          <wp:positionV relativeFrom="paragraph">
            <wp:posOffset>-464185</wp:posOffset>
          </wp:positionV>
          <wp:extent cx="7553960" cy="1513840"/>
          <wp:effectExtent l="25400" t="0" r="0" b="0"/>
          <wp:wrapNone/>
          <wp:docPr id="2" name="Grafik 2" descr="Lerndok_kopfIllu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rndok_kopfIllu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960" cy="1513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F1B3AB" w14:textId="77777777" w:rsidR="004A15C4" w:rsidRDefault="004A15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5E83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A84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19286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91E06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BFAE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5D4D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6EB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3F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6503C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5AC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DF26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1113B2"/>
    <w:multiLevelType w:val="hybridMultilevel"/>
    <w:tmpl w:val="A89603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B91E74"/>
    <w:multiLevelType w:val="hybridMultilevel"/>
    <w:tmpl w:val="7562A98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096666"/>
    <w:multiLevelType w:val="hybridMultilevel"/>
    <w:tmpl w:val="05109E86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FB5E89"/>
    <w:multiLevelType w:val="hybridMultilevel"/>
    <w:tmpl w:val="56707F34"/>
    <w:lvl w:ilvl="0" w:tplc="4D5E9E6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0661B6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73A9F"/>
    <w:multiLevelType w:val="hybridMultilevel"/>
    <w:tmpl w:val="C7B2723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A41B4"/>
    <w:multiLevelType w:val="hybridMultilevel"/>
    <w:tmpl w:val="C7C457C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9C4090"/>
    <w:multiLevelType w:val="hybridMultilevel"/>
    <w:tmpl w:val="86C84E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A63BA2"/>
    <w:multiLevelType w:val="hybridMultilevel"/>
    <w:tmpl w:val="CF0208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268D8"/>
    <w:multiLevelType w:val="hybridMultilevel"/>
    <w:tmpl w:val="556685A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F4508"/>
    <w:multiLevelType w:val="hybridMultilevel"/>
    <w:tmpl w:val="E7F05E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6518D7"/>
    <w:multiLevelType w:val="hybridMultilevel"/>
    <w:tmpl w:val="40569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87900"/>
    <w:multiLevelType w:val="hybridMultilevel"/>
    <w:tmpl w:val="41909C68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46566D"/>
    <w:multiLevelType w:val="hybridMultilevel"/>
    <w:tmpl w:val="BD7E2B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5346D"/>
    <w:multiLevelType w:val="hybridMultilevel"/>
    <w:tmpl w:val="044C2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D5D4E"/>
    <w:multiLevelType w:val="hybridMultilevel"/>
    <w:tmpl w:val="86E6A6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E1956"/>
    <w:multiLevelType w:val="hybridMultilevel"/>
    <w:tmpl w:val="1DCA3EC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019F7"/>
    <w:multiLevelType w:val="hybridMultilevel"/>
    <w:tmpl w:val="B022BA5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AC76B8"/>
    <w:multiLevelType w:val="hybridMultilevel"/>
    <w:tmpl w:val="5A62C812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99422B"/>
    <w:multiLevelType w:val="hybridMultilevel"/>
    <w:tmpl w:val="7930B6C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5E3313"/>
    <w:multiLevelType w:val="hybridMultilevel"/>
    <w:tmpl w:val="4F446C34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92085A"/>
    <w:multiLevelType w:val="hybridMultilevel"/>
    <w:tmpl w:val="742411FC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AD7B6A"/>
    <w:multiLevelType w:val="hybridMultilevel"/>
    <w:tmpl w:val="BEE019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9"/>
  </w:num>
  <w:num w:numId="4">
    <w:abstractNumId w:val="14"/>
  </w:num>
  <w:num w:numId="5">
    <w:abstractNumId w:val="16"/>
  </w:num>
  <w:num w:numId="6">
    <w:abstractNumId w:val="20"/>
  </w:num>
  <w:num w:numId="7">
    <w:abstractNumId w:val="31"/>
  </w:num>
  <w:num w:numId="8">
    <w:abstractNumId w:val="11"/>
  </w:num>
  <w:num w:numId="9">
    <w:abstractNumId w:val="30"/>
  </w:num>
  <w:num w:numId="10">
    <w:abstractNumId w:val="33"/>
  </w:num>
  <w:num w:numId="11">
    <w:abstractNumId w:val="23"/>
  </w:num>
  <w:num w:numId="12">
    <w:abstractNumId w:val="11"/>
  </w:num>
  <w:num w:numId="13">
    <w:abstractNumId w:val="32"/>
  </w:num>
  <w:num w:numId="14">
    <w:abstractNumId w:val="27"/>
  </w:num>
  <w:num w:numId="15">
    <w:abstractNumId w:val="17"/>
  </w:num>
  <w:num w:numId="16">
    <w:abstractNumId w:val="28"/>
  </w:num>
  <w:num w:numId="17">
    <w:abstractNumId w:val="21"/>
  </w:num>
  <w:num w:numId="18">
    <w:abstractNumId w:val="29"/>
  </w:num>
  <w:num w:numId="19">
    <w:abstractNumId w:val="13"/>
  </w:num>
  <w:num w:numId="20">
    <w:abstractNumId w:val="24"/>
  </w:num>
  <w:num w:numId="21">
    <w:abstractNumId w:val="12"/>
  </w:num>
  <w:num w:numId="22">
    <w:abstractNumId w:val="15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9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/>
  <w:attachedTemplate r:id="rId1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E8"/>
    <w:rsid w:val="0004449C"/>
    <w:rsid w:val="000569EA"/>
    <w:rsid w:val="000616E1"/>
    <w:rsid w:val="000752F9"/>
    <w:rsid w:val="000B3290"/>
    <w:rsid w:val="000B7474"/>
    <w:rsid w:val="000C75A0"/>
    <w:rsid w:val="000E17FB"/>
    <w:rsid w:val="000E7278"/>
    <w:rsid w:val="000F292C"/>
    <w:rsid w:val="00104363"/>
    <w:rsid w:val="001B7B8E"/>
    <w:rsid w:val="002342E6"/>
    <w:rsid w:val="00235B97"/>
    <w:rsid w:val="00257E96"/>
    <w:rsid w:val="00263C76"/>
    <w:rsid w:val="002871D5"/>
    <w:rsid w:val="002B2A5D"/>
    <w:rsid w:val="002C1E67"/>
    <w:rsid w:val="002C3993"/>
    <w:rsid w:val="002E71DE"/>
    <w:rsid w:val="002F1221"/>
    <w:rsid w:val="00320A76"/>
    <w:rsid w:val="00320FFE"/>
    <w:rsid w:val="00336D1D"/>
    <w:rsid w:val="00364576"/>
    <w:rsid w:val="00374662"/>
    <w:rsid w:val="00391B03"/>
    <w:rsid w:val="00397B48"/>
    <w:rsid w:val="0040583D"/>
    <w:rsid w:val="00436A0B"/>
    <w:rsid w:val="00475AEA"/>
    <w:rsid w:val="004A15C4"/>
    <w:rsid w:val="004D27B5"/>
    <w:rsid w:val="004F3246"/>
    <w:rsid w:val="00520869"/>
    <w:rsid w:val="00520C3A"/>
    <w:rsid w:val="00522DE3"/>
    <w:rsid w:val="00523EEE"/>
    <w:rsid w:val="00525976"/>
    <w:rsid w:val="0053283B"/>
    <w:rsid w:val="00533576"/>
    <w:rsid w:val="00540F5A"/>
    <w:rsid w:val="0063104B"/>
    <w:rsid w:val="00644245"/>
    <w:rsid w:val="00655C46"/>
    <w:rsid w:val="006610F0"/>
    <w:rsid w:val="006D4B58"/>
    <w:rsid w:val="00701A19"/>
    <w:rsid w:val="00745547"/>
    <w:rsid w:val="00781896"/>
    <w:rsid w:val="00794F60"/>
    <w:rsid w:val="007A5025"/>
    <w:rsid w:val="007B7ECD"/>
    <w:rsid w:val="007E00D7"/>
    <w:rsid w:val="008175B8"/>
    <w:rsid w:val="00846939"/>
    <w:rsid w:val="008707E9"/>
    <w:rsid w:val="0087230E"/>
    <w:rsid w:val="008B5D23"/>
    <w:rsid w:val="008B5DF6"/>
    <w:rsid w:val="008E2E6C"/>
    <w:rsid w:val="009075AB"/>
    <w:rsid w:val="009808AF"/>
    <w:rsid w:val="00982BC7"/>
    <w:rsid w:val="009879B5"/>
    <w:rsid w:val="00996364"/>
    <w:rsid w:val="009D6C29"/>
    <w:rsid w:val="009F1B7E"/>
    <w:rsid w:val="00A34425"/>
    <w:rsid w:val="00A55043"/>
    <w:rsid w:val="00A9358D"/>
    <w:rsid w:val="00AE2068"/>
    <w:rsid w:val="00B004BF"/>
    <w:rsid w:val="00B105EC"/>
    <w:rsid w:val="00B212E8"/>
    <w:rsid w:val="00B91DDF"/>
    <w:rsid w:val="00BB1244"/>
    <w:rsid w:val="00BD3CE0"/>
    <w:rsid w:val="00BE7CB7"/>
    <w:rsid w:val="00C07013"/>
    <w:rsid w:val="00C13C0C"/>
    <w:rsid w:val="00C1609A"/>
    <w:rsid w:val="00C36E0B"/>
    <w:rsid w:val="00C5522B"/>
    <w:rsid w:val="00C55BD8"/>
    <w:rsid w:val="00C57F26"/>
    <w:rsid w:val="00C85278"/>
    <w:rsid w:val="00CA3E78"/>
    <w:rsid w:val="00CB3C32"/>
    <w:rsid w:val="00D03219"/>
    <w:rsid w:val="00D27548"/>
    <w:rsid w:val="00D7269C"/>
    <w:rsid w:val="00D73414"/>
    <w:rsid w:val="00D8349E"/>
    <w:rsid w:val="00DA1C6B"/>
    <w:rsid w:val="00DB3F67"/>
    <w:rsid w:val="00E00E46"/>
    <w:rsid w:val="00E04CF2"/>
    <w:rsid w:val="00E23E4F"/>
    <w:rsid w:val="00E25EBF"/>
    <w:rsid w:val="00F510E5"/>
    <w:rsid w:val="00F764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2F6A341"/>
  <w15:docId w15:val="{79F5DDBD-2321-4C3B-9CCC-752A535D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4875"/>
    <w:rPr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510E5"/>
    <w:pPr>
      <w:keepNext/>
      <w:outlineLvl w:val="0"/>
    </w:pPr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510E5"/>
    <w:pPr>
      <w:keepNext/>
      <w:ind w:left="5245"/>
      <w:outlineLvl w:val="1"/>
    </w:pPr>
    <w:rPr>
      <w:rFonts w:ascii="Arial" w:eastAsia="Times New Roman" w:hAnsi="Arial" w:cs="Times New Roman"/>
      <w:b/>
      <w:caps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75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52F9"/>
  </w:style>
  <w:style w:type="paragraph" w:styleId="Fuzeile">
    <w:name w:val="footer"/>
    <w:basedOn w:val="Standard"/>
    <w:link w:val="FuzeileZchn"/>
    <w:rsid w:val="00075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52F9"/>
  </w:style>
  <w:style w:type="character" w:customStyle="1" w:styleId="berschrift1Zchn">
    <w:name w:val="Überschrift 1 Zchn"/>
    <w:basedOn w:val="Absatz-Standardschriftart"/>
    <w:link w:val="berschrift1"/>
    <w:rsid w:val="00F510E5"/>
    <w:rPr>
      <w:rFonts w:ascii="Arial" w:eastAsia="Times New Roman" w:hAnsi="Arial" w:cs="Times New Roman"/>
      <w:b/>
      <w:sz w:val="16"/>
      <w:szCs w:val="20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F510E5"/>
    <w:rPr>
      <w:rFonts w:ascii="Arial" w:eastAsia="Times New Roman" w:hAnsi="Arial" w:cs="Times New Roman"/>
      <w:b/>
      <w:caps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rsid w:val="004D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27B5"/>
    <w:rPr>
      <w:rFonts w:ascii="Tahoma" w:hAnsi="Tahoma" w:cs="Tahoma"/>
      <w:sz w:val="16"/>
      <w:szCs w:val="16"/>
      <w:lang w:val="de-CH"/>
    </w:rPr>
  </w:style>
  <w:style w:type="character" w:styleId="Platzhaltertext">
    <w:name w:val="Placeholder Text"/>
    <w:basedOn w:val="Absatz-Standardschriftart"/>
    <w:rsid w:val="00846939"/>
    <w:rPr>
      <w:color w:val="808080"/>
    </w:rPr>
  </w:style>
  <w:style w:type="table" w:styleId="Tabellenraster">
    <w:name w:val="Table Grid"/>
    <w:basedOn w:val="NormaleTabelle"/>
    <w:rsid w:val="00320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E04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celyne\AppData\Local\Temp\brief_mit_log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365EE-801D-46E2-90CE-9E90F011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brief_mit_logo.dotx</Template>
  <TotalTime>0</TotalTime>
  <Pages>3</Pages>
  <Words>248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Walker Management AG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ühler</dc:creator>
  <cp:lastModifiedBy>Sieger Katja</cp:lastModifiedBy>
  <cp:revision>11</cp:revision>
  <cp:lastPrinted>2014-10-16T22:32:00Z</cp:lastPrinted>
  <dcterms:created xsi:type="dcterms:W3CDTF">2020-10-13T11:45:00Z</dcterms:created>
  <dcterms:modified xsi:type="dcterms:W3CDTF">2021-05-04T15:03:00Z</dcterms:modified>
</cp:coreProperties>
</file>